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399D32B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40456B7E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350486" w:rsidRPr="00350486">
              <w:t>AMP Australian Meat Processing</w:t>
            </w:r>
            <w:r w:rsidR="00350486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3159C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37940335" w:rsidR="00F1480E" w:rsidRPr="008B061E" w:rsidRDefault="00381982" w:rsidP="005404CB">
            <w:pPr>
              <w:pStyle w:val="SIUNITCODE"/>
              <w:rPr>
                <w:rStyle w:val="SITemporaryText-green"/>
              </w:rPr>
            </w:pPr>
            <w:r w:rsidRPr="008B061E">
              <w:rPr>
                <w:rStyle w:val="SITemporaryText-green"/>
              </w:rPr>
              <w:t>AMP</w:t>
            </w:r>
            <w:r w:rsidR="008B061E" w:rsidRPr="008B061E">
              <w:rPr>
                <w:rStyle w:val="SITemporaryText-green"/>
              </w:rPr>
              <w:t>QU</w:t>
            </w:r>
            <w:r w:rsidRPr="008B061E">
              <w:rPr>
                <w:rStyle w:val="SITemporaryText-green"/>
              </w:rPr>
              <w:t>A</w:t>
            </w:r>
            <w:r w:rsidR="008B061E" w:rsidRPr="008B061E">
              <w:rPr>
                <w:rStyle w:val="SITemporaryText-green"/>
              </w:rPr>
              <w:t>4X8</w:t>
            </w:r>
          </w:p>
        </w:tc>
        <w:tc>
          <w:tcPr>
            <w:tcW w:w="3604" w:type="pct"/>
            <w:shd w:val="clear" w:color="auto" w:fill="auto"/>
          </w:tcPr>
          <w:p w14:paraId="5DE30F85" w14:textId="5E9423D7" w:rsidR="00F1480E" w:rsidRPr="005404CB" w:rsidRDefault="00381982" w:rsidP="005404CB">
            <w:pPr>
              <w:pStyle w:val="SIUnittitle"/>
            </w:pPr>
            <w:r w:rsidRPr="00381982">
              <w:t xml:space="preserve">Contribute to </w:t>
            </w:r>
            <w:r w:rsidR="00A74539">
              <w:t xml:space="preserve">meat processing </w:t>
            </w:r>
            <w:r w:rsidR="00A74539" w:rsidRPr="00794082">
              <w:rPr>
                <w:rStyle w:val="SITemporaryText-green"/>
              </w:rPr>
              <w:t>premises</w:t>
            </w:r>
            <w:r w:rsidR="00A74539">
              <w:t xml:space="preserve"> </w:t>
            </w:r>
            <w:r w:rsidRPr="00381982">
              <w:t>design and construction processes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627E87" w14:textId="6CA0AB04" w:rsidR="00350486" w:rsidRPr="00350486" w:rsidRDefault="00350486" w:rsidP="00350486">
            <w:pPr>
              <w:pStyle w:val="SIText"/>
            </w:pPr>
            <w:r w:rsidRPr="00350486">
              <w:t xml:space="preserve">This describes the skills and knowledge required to assess the suitability of </w:t>
            </w:r>
            <w:r w:rsidR="00A74539">
              <w:t xml:space="preserve">meat processing premises </w:t>
            </w:r>
            <w:r w:rsidRPr="00350486">
              <w:t>design and construction.</w:t>
            </w:r>
          </w:p>
          <w:p w14:paraId="1797E0C2" w14:textId="77777777" w:rsidR="008771A9" w:rsidRDefault="008771A9" w:rsidP="00350486">
            <w:pPr>
              <w:pStyle w:val="SIText"/>
            </w:pPr>
          </w:p>
          <w:p w14:paraId="109CE201" w14:textId="0A62F563" w:rsidR="00350486" w:rsidRPr="00350486" w:rsidRDefault="00350486" w:rsidP="00350486">
            <w:pPr>
              <w:pStyle w:val="SIText"/>
            </w:pPr>
            <w:r w:rsidRPr="00350486">
              <w:t xml:space="preserve">This unit is applicable to individuals who review and approve </w:t>
            </w:r>
            <w:r w:rsidR="00A74539">
              <w:t xml:space="preserve">meat processing premises </w:t>
            </w:r>
            <w:r w:rsidRPr="00350486">
              <w:t>designs. It is also applicable to individuals who are responsible for</w:t>
            </w:r>
            <w:r w:rsidR="00834263">
              <w:t xml:space="preserve">, or who may have an opportunity to contribute to, </w:t>
            </w:r>
            <w:r w:rsidRPr="00350486">
              <w:t xml:space="preserve">planning new meat </w:t>
            </w:r>
            <w:r w:rsidR="00A74539">
              <w:t>processing premises</w:t>
            </w:r>
            <w:r w:rsidR="00A74539" w:rsidRPr="00350486">
              <w:t xml:space="preserve"> </w:t>
            </w:r>
            <w:r w:rsidRPr="00350486">
              <w:t>or extensions to existing plants.</w:t>
            </w:r>
          </w:p>
          <w:p w14:paraId="74CA6155" w14:textId="77777777" w:rsidR="008771A9" w:rsidRDefault="008771A9" w:rsidP="00350486">
            <w:pPr>
              <w:pStyle w:val="SIText"/>
            </w:pPr>
          </w:p>
          <w:p w14:paraId="3B07A794" w14:textId="6D639ECD" w:rsidR="00987D68" w:rsidRPr="00987D68" w:rsidRDefault="00987D68" w:rsidP="00987D68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987D68">
              <w:t>, regulations, legislation and standards that apply to the workplace.</w:t>
            </w:r>
          </w:p>
          <w:p w14:paraId="414E258D" w14:textId="77777777" w:rsidR="008771A9" w:rsidRDefault="008771A9" w:rsidP="00350486">
            <w:pPr>
              <w:pStyle w:val="SIText"/>
            </w:pPr>
          </w:p>
          <w:p w14:paraId="7ADB3185" w14:textId="1304FC42" w:rsidR="00373436" w:rsidRPr="000754EC" w:rsidRDefault="00350486" w:rsidP="00350486">
            <w:pPr>
              <w:pStyle w:val="SIText"/>
            </w:pPr>
            <w:r w:rsidRPr="0035048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82E424" w14:textId="3FB555D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57FAEF71" w:rsidR="00F1480E" w:rsidRPr="008B061E" w:rsidRDefault="008B061E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B2DC2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116C7F81" w:rsidR="006B2DC2" w:rsidRPr="006B2DC2" w:rsidRDefault="006B2DC2" w:rsidP="006B2DC2">
            <w:pPr>
              <w:pStyle w:val="SIText"/>
            </w:pPr>
            <w:r w:rsidRPr="006B2DC2">
              <w:t xml:space="preserve">1. Assess proposed site for a meat processing </w:t>
            </w:r>
            <w:r w:rsidR="00A74539">
              <w:t>premises</w:t>
            </w:r>
          </w:p>
        </w:tc>
        <w:tc>
          <w:tcPr>
            <w:tcW w:w="3604" w:type="pct"/>
            <w:shd w:val="clear" w:color="auto" w:fill="auto"/>
          </w:tcPr>
          <w:p w14:paraId="0B964487" w14:textId="77777777" w:rsidR="006B2DC2" w:rsidRPr="006B2DC2" w:rsidRDefault="006B2DC2" w:rsidP="006B2DC2">
            <w:pPr>
              <w:pStyle w:val="SIText"/>
            </w:pPr>
            <w:r w:rsidRPr="006B2DC2">
              <w:t>1.1 Identify workplace production requirements</w:t>
            </w:r>
          </w:p>
          <w:p w14:paraId="1ECFA345" w14:textId="4169488F" w:rsidR="006B2DC2" w:rsidRPr="006B2DC2" w:rsidRDefault="006B2DC2" w:rsidP="006B2DC2">
            <w:pPr>
              <w:pStyle w:val="SIText"/>
            </w:pPr>
            <w:r w:rsidRPr="006B2DC2">
              <w:t xml:space="preserve">1.2 Assess site suitability for a meat processing </w:t>
            </w:r>
            <w:r w:rsidR="00A74539">
              <w:t>premises</w:t>
            </w:r>
            <w:r w:rsidR="00A74539" w:rsidRPr="006B2DC2">
              <w:t xml:space="preserve"> </w:t>
            </w:r>
            <w:r w:rsidRPr="006B2DC2">
              <w:t>in terms of regulatory requirements</w:t>
            </w:r>
          </w:p>
          <w:p w14:paraId="76F89D5C" w14:textId="50C0B1EB" w:rsidR="006B2DC2" w:rsidRPr="006B2DC2" w:rsidRDefault="006B2DC2" w:rsidP="006B2DC2">
            <w:pPr>
              <w:pStyle w:val="SIText"/>
            </w:pPr>
            <w:r w:rsidRPr="006B2DC2">
              <w:t xml:space="preserve">1.3 Identify factors that will affect key stakeholders </w:t>
            </w:r>
            <w:r w:rsidR="00D3159C">
              <w:t>at and near</w:t>
            </w:r>
            <w:r w:rsidR="00D3159C" w:rsidRPr="006B2DC2">
              <w:t xml:space="preserve"> </w:t>
            </w:r>
            <w:r w:rsidRPr="006B2DC2">
              <w:t>the site</w:t>
            </w:r>
          </w:p>
        </w:tc>
      </w:tr>
      <w:tr w:rsidR="006B2DC2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7F117A33" w:rsidR="006B2DC2" w:rsidRPr="006B2DC2" w:rsidRDefault="006B2DC2" w:rsidP="006B2DC2">
            <w:pPr>
              <w:pStyle w:val="SIText"/>
            </w:pPr>
            <w:r w:rsidRPr="006B2DC2">
              <w:t xml:space="preserve">2. Assess the design and construction of a proposed meat processing </w:t>
            </w:r>
            <w:r w:rsidR="00A74539">
              <w:t>premises</w:t>
            </w:r>
          </w:p>
        </w:tc>
        <w:tc>
          <w:tcPr>
            <w:tcW w:w="3604" w:type="pct"/>
            <w:shd w:val="clear" w:color="auto" w:fill="auto"/>
          </w:tcPr>
          <w:p w14:paraId="6E597303" w14:textId="5C89F814" w:rsidR="006B2DC2" w:rsidRPr="006B2DC2" w:rsidRDefault="006B2DC2" w:rsidP="006B2DC2">
            <w:pPr>
              <w:pStyle w:val="SIText"/>
            </w:pPr>
            <w:r w:rsidRPr="006B2DC2">
              <w:t xml:space="preserve">2.1 Identify and apply relevant regulations and importing country requirements, for the design and construction of a meat processing </w:t>
            </w:r>
            <w:r w:rsidR="00A74539">
              <w:t>premises</w:t>
            </w:r>
          </w:p>
          <w:p w14:paraId="789E2C6D" w14:textId="5A4A82AA" w:rsidR="006B2DC2" w:rsidRPr="006B2DC2" w:rsidRDefault="006B2DC2" w:rsidP="006B2DC2">
            <w:pPr>
              <w:pStyle w:val="SIText"/>
            </w:pPr>
            <w:r w:rsidRPr="006B2DC2">
              <w:t xml:space="preserve">2.2 Identify and apply all statutory and practical requirements for </w:t>
            </w:r>
            <w:r w:rsidR="00D3159C">
              <w:t>q</w:t>
            </w:r>
            <w:r w:rsidR="00D3159C" w:rsidRPr="006B2DC2">
              <w:t xml:space="preserve">uality </w:t>
            </w:r>
            <w:r w:rsidR="00D3159C">
              <w:t>a</w:t>
            </w:r>
            <w:r w:rsidR="00D3159C" w:rsidRPr="006B2DC2">
              <w:t>ssurance</w:t>
            </w:r>
            <w:r w:rsidRPr="006B2DC2">
              <w:t xml:space="preserve">, animal welfare, workplace health and safety, </w:t>
            </w:r>
            <w:r w:rsidR="00987D68">
              <w:t xml:space="preserve">biosecurity, </w:t>
            </w:r>
            <w:r w:rsidR="00D3159C">
              <w:t xml:space="preserve">waste treatment, </w:t>
            </w:r>
            <w:r w:rsidRPr="006B2DC2">
              <w:t>and hygiene and sanitation to the design</w:t>
            </w:r>
          </w:p>
          <w:p w14:paraId="671B58FE" w14:textId="77777777" w:rsidR="006B2DC2" w:rsidRPr="006B2DC2" w:rsidRDefault="006B2DC2" w:rsidP="006B2DC2">
            <w:pPr>
              <w:pStyle w:val="SIText"/>
            </w:pPr>
            <w:r w:rsidRPr="006B2DC2">
              <w:t>2.3 Assess yard design in terms of achieving safe, effective and efficient movement of stock</w:t>
            </w:r>
          </w:p>
          <w:p w14:paraId="5B63C9E1" w14:textId="77777777" w:rsidR="006B2DC2" w:rsidRDefault="006B2DC2" w:rsidP="006B2DC2">
            <w:pPr>
              <w:pStyle w:val="SIText"/>
            </w:pPr>
            <w:r w:rsidRPr="006B2DC2">
              <w:t>2.4 Assess design in terms of achieving effective and efficient product flow and separation of edible and inedible products</w:t>
            </w:r>
          </w:p>
          <w:p w14:paraId="416F5708" w14:textId="77777777" w:rsidR="00D3159C" w:rsidRDefault="00D3159C" w:rsidP="006B2DC2">
            <w:pPr>
              <w:pStyle w:val="SIText"/>
            </w:pPr>
            <w:r>
              <w:t xml:space="preserve">2.5 Assess design in terms of </w:t>
            </w:r>
            <w:r w:rsidR="00987D68">
              <w:t>current and future capacity</w:t>
            </w:r>
          </w:p>
          <w:p w14:paraId="315774DF" w14:textId="7783A652" w:rsidR="00834263" w:rsidRPr="006B2DC2" w:rsidRDefault="00834263" w:rsidP="006B2DC2">
            <w:pPr>
              <w:pStyle w:val="SIText"/>
            </w:pPr>
            <w:r>
              <w:t xml:space="preserve">2.6 Provide feedback to planning and development </w:t>
            </w:r>
            <w:r w:rsidR="008B061E">
              <w:t>personnel</w:t>
            </w:r>
            <w:r>
              <w:t xml:space="preserve"> 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73547ECA" w14:textId="77777777" w:rsidR="005F771F" w:rsidRPr="000754EC" w:rsidRDefault="005F771F" w:rsidP="000754EC">
      <w:r>
        <w:br w:type="page"/>
      </w: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7D68" w:rsidRPr="00336FCA" w:rsidDel="00423CB2" w14:paraId="26D97EDC" w14:textId="77777777" w:rsidTr="00CA2922">
        <w:trPr>
          <w:tblHeader/>
        </w:trPr>
        <w:tc>
          <w:tcPr>
            <w:tcW w:w="1396" w:type="pct"/>
          </w:tcPr>
          <w:p w14:paraId="5567419D" w14:textId="0E522B62" w:rsidR="00987D68" w:rsidRPr="005404CB" w:rsidRDefault="00987D68" w:rsidP="008B061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76F78605" w14:textId="56CAA699" w:rsidR="00987D68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Contribute productively to discussions about </w:t>
            </w:r>
            <w:r w:rsidR="00A74539">
              <w:rPr>
                <w:rFonts w:eastAsiaTheme="majorEastAsia"/>
              </w:rPr>
              <w:t xml:space="preserve">meat processing premises </w:t>
            </w:r>
            <w:r>
              <w:rPr>
                <w:rFonts w:eastAsiaTheme="majorEastAsia"/>
              </w:rPr>
              <w:t>design</w:t>
            </w:r>
          </w:p>
          <w:p w14:paraId="754D0584" w14:textId="722DDABC" w:rsidR="00987D68" w:rsidRPr="005404CB" w:rsidRDefault="00987D68" w:rsidP="008B061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</w:t>
            </w:r>
            <w:r w:rsidRPr="00987D68">
              <w:rPr>
                <w:rFonts w:eastAsiaTheme="majorEastAsia"/>
              </w:rPr>
              <w:t xml:space="preserve">ctively </w:t>
            </w:r>
            <w:r>
              <w:rPr>
                <w:rFonts w:eastAsiaTheme="majorEastAsia"/>
              </w:rPr>
              <w:t xml:space="preserve">listen and clearly express ideas </w:t>
            </w:r>
          </w:p>
        </w:tc>
      </w:tr>
      <w:tr w:rsidR="00987D68" w:rsidRPr="00336FCA" w:rsidDel="00423CB2" w14:paraId="1D6E1447" w14:textId="77777777" w:rsidTr="00CA2922">
        <w:trPr>
          <w:tblHeader/>
        </w:trPr>
        <w:tc>
          <w:tcPr>
            <w:tcW w:w="1396" w:type="pct"/>
          </w:tcPr>
          <w:p w14:paraId="027829E1" w14:textId="6CB15822" w:rsidR="00987D68" w:rsidRDefault="00987D68" w:rsidP="00987D68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6EB56CE" w14:textId="66B76F35" w:rsidR="00987D68" w:rsidRPr="008B061E" w:rsidRDefault="00987D68">
            <w:pPr>
              <w:pStyle w:val="SIBulletList1"/>
            </w:pPr>
            <w:r>
              <w:t xml:space="preserve">Access and interpret </w:t>
            </w:r>
            <w:r w:rsidR="00FB2CC8">
              <w:t xml:space="preserve">flow </w:t>
            </w:r>
            <w:proofErr w:type="gramStart"/>
            <w:r w:rsidR="00FB2CC8">
              <w:t>charts</w:t>
            </w:r>
            <w:proofErr w:type="gramEnd"/>
            <w:r w:rsidR="00FB2CC8">
              <w:t xml:space="preserve"> and </w:t>
            </w:r>
            <w:r>
              <w:t xml:space="preserve">plans for </w:t>
            </w:r>
            <w:r w:rsidR="00A74539">
              <w:t xml:space="preserve">meat processing premises </w:t>
            </w:r>
            <w:r>
              <w:t>design and construction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70C6D631" w:rsidR="00041E59" w:rsidRPr="005251B6" w:rsidRDefault="00381982" w:rsidP="005251B6">
            <w:pPr>
              <w:pStyle w:val="SIText"/>
            </w:pPr>
            <w:r w:rsidRPr="005251B6">
              <w:t>AMP</w:t>
            </w:r>
            <w:r w:rsidR="008B061E">
              <w:t>QU</w:t>
            </w:r>
            <w:r w:rsidRPr="005251B6">
              <w:t>A4</w:t>
            </w:r>
            <w:r w:rsidR="008B061E">
              <w:t>X8</w:t>
            </w:r>
            <w:r w:rsidRPr="005251B6">
              <w:t xml:space="preserve"> Contribute to </w:t>
            </w:r>
            <w:r w:rsidR="00A74539">
              <w:t xml:space="preserve">meat processing premises </w:t>
            </w:r>
            <w:r w:rsidRPr="005251B6">
              <w:t>design and construction processes</w:t>
            </w:r>
          </w:p>
        </w:tc>
        <w:tc>
          <w:tcPr>
            <w:tcW w:w="1105" w:type="pct"/>
          </w:tcPr>
          <w:p w14:paraId="66BFB0C6" w14:textId="2B8BAA46" w:rsidR="00041E59" w:rsidRPr="005251B6" w:rsidRDefault="00987D68" w:rsidP="005251B6">
            <w:pPr>
              <w:pStyle w:val="SIText"/>
            </w:pPr>
            <w:r w:rsidRPr="005251B6">
              <w:t xml:space="preserve">AMPA407 Contribute to abattoir design and </w:t>
            </w:r>
            <w:r w:rsidRPr="00987D68">
              <w:t>construction processes</w:t>
            </w:r>
          </w:p>
        </w:tc>
        <w:tc>
          <w:tcPr>
            <w:tcW w:w="1251" w:type="pct"/>
          </w:tcPr>
          <w:p w14:paraId="316F6882" w14:textId="17140885" w:rsidR="00987D68" w:rsidRPr="00987D68" w:rsidRDefault="00987D68" w:rsidP="00987D68">
            <w:pPr>
              <w:pStyle w:val="SIText"/>
            </w:pPr>
            <w:r w:rsidRPr="00987D68">
              <w:t>Unit sector code updated</w:t>
            </w:r>
          </w:p>
          <w:p w14:paraId="1A08FFD9" w14:textId="2F17FC36" w:rsidR="00987D68" w:rsidRPr="00987D68" w:rsidRDefault="00987D68" w:rsidP="00987D68">
            <w:pPr>
              <w:pStyle w:val="SIText"/>
            </w:pPr>
            <w:r w:rsidRPr="00987D68">
              <w:t xml:space="preserve">Performance </w:t>
            </w:r>
            <w:r w:rsidR="009D42EA">
              <w:t>C</w:t>
            </w:r>
            <w:r w:rsidRPr="00987D68">
              <w:t>riteria clarified</w:t>
            </w:r>
          </w:p>
          <w:p w14:paraId="664BD948" w14:textId="3F6F4E0A" w:rsidR="00987D68" w:rsidRPr="00987D68" w:rsidRDefault="00987D68" w:rsidP="00987D68">
            <w:pPr>
              <w:pStyle w:val="SIText"/>
            </w:pPr>
            <w:r w:rsidRPr="00987D68">
              <w:t xml:space="preserve">Foundation </w:t>
            </w:r>
            <w:r w:rsidR="009D42EA">
              <w:t>S</w:t>
            </w:r>
            <w:r w:rsidRPr="00987D68">
              <w:t>kills added</w:t>
            </w:r>
          </w:p>
          <w:p w14:paraId="631E6255" w14:textId="3D96C5DA" w:rsidR="00041E59" w:rsidRPr="005251B6" w:rsidRDefault="00987D68" w:rsidP="00987D68">
            <w:pPr>
              <w:pStyle w:val="SIText"/>
            </w:pPr>
            <w:r w:rsidRPr="00987D68">
              <w:t xml:space="preserve">Performance Evidence, Knowledge </w:t>
            </w:r>
            <w:r w:rsidR="009D42EA">
              <w:t>E</w:t>
            </w:r>
            <w:r w:rsidRPr="00987D68">
              <w:t>vidence and Assessment Conditions revised</w:t>
            </w:r>
          </w:p>
        </w:tc>
        <w:tc>
          <w:tcPr>
            <w:tcW w:w="1616" w:type="pct"/>
          </w:tcPr>
          <w:p w14:paraId="5B8F00A8" w14:textId="4A3BDB48" w:rsidR="00916CD7" w:rsidRPr="005251B6" w:rsidRDefault="00916CD7" w:rsidP="005251B6">
            <w:pPr>
              <w:pStyle w:val="SIText"/>
            </w:pPr>
            <w:r w:rsidRPr="005251B6">
              <w:t>Equivalent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2622BEAD" w:rsidR="00F1480E" w:rsidRPr="005404CB" w:rsidRDefault="00794082" w:rsidP="005404CB">
            <w:pPr>
              <w:pStyle w:val="SIText"/>
            </w:pPr>
            <w:hyperlink r:id="rId11" w:history="1">
              <w:r w:rsidR="00FB74AF" w:rsidRPr="00FB74AF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642112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81982" w:rsidRPr="00381982">
              <w:t>AMP</w:t>
            </w:r>
            <w:r w:rsidR="008B061E">
              <w:t>QU</w:t>
            </w:r>
            <w:r w:rsidR="00381982" w:rsidRPr="00381982">
              <w:t>A4</w:t>
            </w:r>
            <w:r w:rsidR="008B061E">
              <w:t>X8</w:t>
            </w:r>
            <w:r w:rsidR="00381982" w:rsidRPr="00381982">
              <w:t xml:space="preserve"> Contribute to </w:t>
            </w:r>
            <w:r w:rsidR="00A74539">
              <w:t xml:space="preserve">meat processing premises </w:t>
            </w:r>
            <w:r w:rsidR="00381982" w:rsidRPr="00381982">
              <w:t>design and construction processes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3A261F0F" w14:textId="4999AF06" w:rsidR="00FB2CC8" w:rsidRDefault="00FB2CC8">
            <w:pPr>
              <w:pStyle w:val="SIText"/>
            </w:pPr>
            <w:r w:rsidRPr="00FB2CC8">
              <w:t>An individual demonstrating competency must satisfy all of the elements and performance criteria in this unit.</w:t>
            </w:r>
          </w:p>
          <w:p w14:paraId="27DC4D67" w14:textId="77777777" w:rsidR="008B061E" w:rsidRPr="00FB2CC8" w:rsidRDefault="008B061E" w:rsidP="008B061E">
            <w:pPr>
              <w:pStyle w:val="SIText"/>
            </w:pPr>
          </w:p>
          <w:p w14:paraId="10371A5E" w14:textId="63C34BB2" w:rsidR="000F7625" w:rsidRDefault="00FB2CC8" w:rsidP="000E2230">
            <w:pPr>
              <w:pStyle w:val="SIText"/>
            </w:pPr>
            <w:r w:rsidRPr="00FB2CC8">
              <w:t xml:space="preserve">There must be evidence that the individual has </w:t>
            </w:r>
            <w:r>
              <w:t xml:space="preserve">contributed to the design and construction processes of at least one </w:t>
            </w:r>
            <w:r w:rsidR="00834263">
              <w:t xml:space="preserve">proposed </w:t>
            </w:r>
            <w:r w:rsidR="00A74539">
              <w:t>meat processing premises</w:t>
            </w:r>
            <w:r>
              <w:t>, including:</w:t>
            </w:r>
          </w:p>
          <w:p w14:paraId="067E9434" w14:textId="563BD576" w:rsidR="000E2230" w:rsidRDefault="000E2230" w:rsidP="000E2230">
            <w:pPr>
              <w:pStyle w:val="SIBulletList1"/>
            </w:pPr>
            <w:r w:rsidRPr="000E2230">
              <w:t>assess</w:t>
            </w:r>
            <w:r w:rsidR="008B061E">
              <w:t>ed</w:t>
            </w:r>
            <w:r w:rsidRPr="000E2230">
              <w:t xml:space="preserve"> </w:t>
            </w:r>
            <w:r w:rsidR="007B7E90">
              <w:t xml:space="preserve">the proposed site and </w:t>
            </w:r>
            <w:r w:rsidRPr="000E2230">
              <w:t xml:space="preserve">plans for a meat processing </w:t>
            </w:r>
            <w:r w:rsidR="00A74539">
              <w:t>premises</w:t>
            </w:r>
            <w:r w:rsidR="00A74539" w:rsidRPr="000E2230">
              <w:t xml:space="preserve"> </w:t>
            </w:r>
            <w:r w:rsidRPr="000E2230">
              <w:t>against regulatory requirements</w:t>
            </w:r>
          </w:p>
          <w:p w14:paraId="72298160" w14:textId="48182378" w:rsidR="000E2230" w:rsidRDefault="000E2230" w:rsidP="000E2230">
            <w:pPr>
              <w:pStyle w:val="SIBulletList1"/>
            </w:pPr>
            <w:r w:rsidRPr="000E2230">
              <w:t>identif</w:t>
            </w:r>
            <w:r w:rsidR="008B061E">
              <w:t>ied</w:t>
            </w:r>
            <w:r w:rsidRPr="000E2230">
              <w:t xml:space="preserve"> elements of production process design that demonstrate efficient, hygienic and practical production procedures for edible and inedible products</w:t>
            </w:r>
          </w:p>
          <w:p w14:paraId="3D55215B" w14:textId="2B9954CA" w:rsidR="000E2230" w:rsidRPr="000E2230" w:rsidRDefault="007B7E90">
            <w:pPr>
              <w:pStyle w:val="SIBulletList1"/>
            </w:pPr>
            <w:r>
              <w:t>identif</w:t>
            </w:r>
            <w:r w:rsidR="008B061E">
              <w:t>ied</w:t>
            </w:r>
            <w:r>
              <w:t xml:space="preserve"> </w:t>
            </w:r>
            <w:r w:rsidR="000E2230" w:rsidRPr="000E2230">
              <w:t xml:space="preserve">relevant stakeholders to </w:t>
            </w:r>
            <w:r>
              <w:t>be consulted and the issues they may have</w:t>
            </w:r>
          </w:p>
          <w:p w14:paraId="043BE948" w14:textId="02BFE054" w:rsidR="000E2230" w:rsidRPr="000E2230" w:rsidRDefault="007B7E90" w:rsidP="000E2230">
            <w:pPr>
              <w:pStyle w:val="SIBulletList1"/>
            </w:pPr>
            <w:r>
              <w:t>analys</w:t>
            </w:r>
            <w:r w:rsidR="008B061E">
              <w:t>ed</w:t>
            </w:r>
            <w:r>
              <w:t xml:space="preserve"> and assess</w:t>
            </w:r>
            <w:r w:rsidR="008B061E">
              <w:t>ed</w:t>
            </w:r>
            <w:r w:rsidRPr="000E2230">
              <w:t xml:space="preserve"> </w:t>
            </w:r>
            <w:r w:rsidR="000E2230" w:rsidRPr="000E2230">
              <w:t>flow charts and plans relating to the design and construction of meat processing plants</w:t>
            </w:r>
          </w:p>
          <w:p w14:paraId="73B12A28" w14:textId="4A41A76C" w:rsidR="00556C4C" w:rsidRPr="005404CB" w:rsidRDefault="007B7E90" w:rsidP="008B061E">
            <w:pPr>
              <w:pStyle w:val="SIBulletList1"/>
            </w:pPr>
            <w:r w:rsidRPr="000E2230">
              <w:t>prepar</w:t>
            </w:r>
            <w:r w:rsidR="008B061E">
              <w:t>ed</w:t>
            </w:r>
            <w:r>
              <w:t xml:space="preserve"> a</w:t>
            </w:r>
            <w:r w:rsidRPr="000E2230">
              <w:t xml:space="preserve"> </w:t>
            </w:r>
            <w:r>
              <w:t>feedback report.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04D8607B" w14:textId="77777777" w:rsidR="00FB2CC8" w:rsidRPr="00FB2CC8" w:rsidRDefault="00FB2CC8" w:rsidP="00FB2CC8">
            <w:pPr>
              <w:pStyle w:val="SIText"/>
            </w:pPr>
            <w:r w:rsidRPr="00FB2CC8">
              <w:t>An individual must be able to demonstrate the knowledge required to perform the tasks outlined in the elements and performance criteria of this unit. This includes knowledge of:</w:t>
            </w:r>
          </w:p>
          <w:p w14:paraId="796AD18A" w14:textId="5078FBFD" w:rsidR="009256A6" w:rsidRDefault="009256A6" w:rsidP="009256A6">
            <w:pPr>
              <w:pStyle w:val="SIBulletList1"/>
            </w:pPr>
            <w:r w:rsidRPr="009256A6">
              <w:t xml:space="preserve">relevant statutory requirements for design and construction of </w:t>
            </w:r>
            <w:r w:rsidR="00A74539">
              <w:t xml:space="preserve">meat processing premises </w:t>
            </w:r>
            <w:r w:rsidRPr="009256A6">
              <w:t>s to meet hygienic production, workplace health and safety, and animal welfare requirements</w:t>
            </w:r>
          </w:p>
          <w:p w14:paraId="1D48A153" w14:textId="71781615" w:rsidR="007B7E90" w:rsidRDefault="007B7E90" w:rsidP="009256A6">
            <w:pPr>
              <w:pStyle w:val="SIBulletList1"/>
            </w:pPr>
            <w:r>
              <w:t>regulatory bodies that oversee zoning, construction of meat processing facilities, environmental factors for site</w:t>
            </w:r>
          </w:p>
          <w:p w14:paraId="587776A0" w14:textId="77777777" w:rsidR="00F1480E" w:rsidRDefault="009256A6" w:rsidP="009256A6">
            <w:pPr>
              <w:pStyle w:val="SIBulletList1"/>
            </w:pPr>
            <w:r w:rsidRPr="009256A6">
              <w:t>critical points in meat processing establishments that relate to design</w:t>
            </w:r>
          </w:p>
          <w:p w14:paraId="3460E6A9" w14:textId="4B769A4F" w:rsidR="007B7E90" w:rsidRDefault="007B7E90" w:rsidP="009256A6">
            <w:pPr>
              <w:pStyle w:val="SIBulletList1"/>
            </w:pPr>
            <w:proofErr w:type="gramStart"/>
            <w:r>
              <w:t>work flow</w:t>
            </w:r>
            <w:proofErr w:type="gramEnd"/>
            <w:r>
              <w:t xml:space="preserve"> requirements of a </w:t>
            </w:r>
            <w:r w:rsidR="00A74539">
              <w:t xml:space="preserve">meat processing premises </w:t>
            </w:r>
          </w:p>
          <w:p w14:paraId="13583DF1" w14:textId="212706EE" w:rsidR="007B7E90" w:rsidRPr="005404CB" w:rsidRDefault="007B7E90" w:rsidP="009256A6">
            <w:pPr>
              <w:pStyle w:val="SIBulletList1"/>
            </w:pPr>
            <w:r>
              <w:t>requirements of a future workforce for site.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48FCE430" w14:textId="312AC0C6" w:rsidR="00FB2CC8" w:rsidRPr="00FB2CC8" w:rsidRDefault="00FB2CC8" w:rsidP="00FB2CC8">
            <w:pPr>
              <w:pStyle w:val="SIText"/>
            </w:pPr>
            <w:r w:rsidRPr="00FB2CC8">
              <w:t>Assessment of the skills in this unit of competency must take place under the following conditions:</w:t>
            </w:r>
          </w:p>
          <w:p w14:paraId="28CAD4A3" w14:textId="77777777" w:rsidR="00FB2CC8" w:rsidRPr="00FB2CC8" w:rsidRDefault="00FB2CC8" w:rsidP="00FB2CC8">
            <w:pPr>
              <w:pStyle w:val="SIBulletList1"/>
            </w:pPr>
            <w:r w:rsidRPr="00FB2CC8">
              <w:t>physical conditions:</w:t>
            </w:r>
          </w:p>
          <w:p w14:paraId="084C4AD5" w14:textId="77777777" w:rsidR="00FB2CC8" w:rsidRPr="00FB2CC8" w:rsidRDefault="00FB2CC8" w:rsidP="00FB2CC8">
            <w:pPr>
              <w:pStyle w:val="SIBulletList2"/>
            </w:pPr>
            <w:r w:rsidRPr="00FB2CC8">
              <w:t>skills must be demonstrated in a meat processing workplace or an environment that accurately represents workplace conditions</w:t>
            </w:r>
          </w:p>
          <w:p w14:paraId="71DF8A25" w14:textId="77777777" w:rsidR="00FB2CC8" w:rsidRPr="00FB2CC8" w:rsidRDefault="00FB2CC8" w:rsidP="00FB2CC8">
            <w:pPr>
              <w:pStyle w:val="SIBulletList1"/>
            </w:pPr>
            <w:r w:rsidRPr="00FB2CC8">
              <w:t>resources, equipment and materials:</w:t>
            </w:r>
          </w:p>
          <w:p w14:paraId="0A96C844" w14:textId="77777777" w:rsidR="00FB2CC8" w:rsidRDefault="00FB2CC8" w:rsidP="00FB2CC8">
            <w:pPr>
              <w:pStyle w:val="SIBulletList2"/>
            </w:pPr>
            <w:r>
              <w:t>specified site</w:t>
            </w:r>
            <w:r w:rsidRPr="00FB2CC8">
              <w:t xml:space="preserve"> </w:t>
            </w:r>
          </w:p>
          <w:p w14:paraId="3DB370C3" w14:textId="3C55109C" w:rsidR="00FB2CC8" w:rsidRDefault="00FB2CC8" w:rsidP="00FB2CC8">
            <w:pPr>
              <w:pStyle w:val="SIBulletList1"/>
            </w:pPr>
            <w:r w:rsidRPr="00FB2CC8">
              <w:t xml:space="preserve">plans for </w:t>
            </w:r>
            <w:r w:rsidR="00A74539" w:rsidRPr="00A74539">
              <w:rPr>
                <w:rFonts w:eastAsiaTheme="minorHAnsi"/>
              </w:rPr>
              <w:t>meat processing premises such as abattoirs, boning rooms, cold stores</w:t>
            </w:r>
            <w:r w:rsidR="00A74539" w:rsidRPr="00A74539" w:rsidDel="00A74539">
              <w:t xml:space="preserve"> </w:t>
            </w:r>
            <w:r w:rsidRPr="00FB2CC8">
              <w:t>specifications:</w:t>
            </w:r>
          </w:p>
          <w:p w14:paraId="32A66E1E" w14:textId="07341C31" w:rsidR="00FB2CC8" w:rsidRPr="00FB2CC8" w:rsidRDefault="00FB2CC8" w:rsidP="008B061E">
            <w:pPr>
              <w:pStyle w:val="SIBulletList2"/>
            </w:pPr>
            <w:r>
              <w:t>relevant legislation and codes for jurisdiction.</w:t>
            </w:r>
          </w:p>
          <w:p w14:paraId="349F6565" w14:textId="77777777" w:rsidR="00FB2CC8" w:rsidRPr="00FB2CC8" w:rsidRDefault="00FB2CC8" w:rsidP="00FB2CC8">
            <w:pPr>
              <w:pStyle w:val="SIText"/>
            </w:pPr>
          </w:p>
          <w:p w14:paraId="6600173A" w14:textId="503238BC" w:rsidR="00FB2CC8" w:rsidRPr="00046368" w:rsidRDefault="00FB2CC8" w:rsidP="008B061E">
            <w:pPr>
              <w:pStyle w:val="SIText"/>
            </w:pPr>
            <w:r w:rsidRPr="00FB2CC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3423AA8A" w:rsidR="00F1480E" w:rsidRPr="005404CB" w:rsidRDefault="00794082" w:rsidP="005404CB">
            <w:pPr>
              <w:pStyle w:val="SIText"/>
            </w:pPr>
            <w:hyperlink r:id="rId12" w:history="1">
              <w:r w:rsidR="00FB74AF" w:rsidRPr="00FB74AF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95C53" w14:textId="77777777" w:rsidR="00C053B3" w:rsidRDefault="00C053B3" w:rsidP="00BF3F0A">
      <w:r>
        <w:separator/>
      </w:r>
    </w:p>
    <w:p w14:paraId="4257C49A" w14:textId="77777777" w:rsidR="00C053B3" w:rsidRDefault="00C053B3"/>
  </w:endnote>
  <w:endnote w:type="continuationSeparator" w:id="0">
    <w:p w14:paraId="6C339FFB" w14:textId="77777777" w:rsidR="00C053B3" w:rsidRDefault="00C053B3" w:rsidP="00BF3F0A">
      <w:r>
        <w:continuationSeparator/>
      </w:r>
    </w:p>
    <w:p w14:paraId="138D511B" w14:textId="77777777" w:rsidR="00C053B3" w:rsidRDefault="00C05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7985" w14:textId="77777777" w:rsidR="00C053B3" w:rsidRDefault="00C053B3" w:rsidP="00BF3F0A">
      <w:r>
        <w:separator/>
      </w:r>
    </w:p>
    <w:p w14:paraId="0509AF5F" w14:textId="77777777" w:rsidR="00C053B3" w:rsidRDefault="00C053B3"/>
  </w:footnote>
  <w:footnote w:type="continuationSeparator" w:id="0">
    <w:p w14:paraId="215C7D66" w14:textId="77777777" w:rsidR="00C053B3" w:rsidRDefault="00C053B3" w:rsidP="00BF3F0A">
      <w:r>
        <w:continuationSeparator/>
      </w:r>
    </w:p>
    <w:p w14:paraId="74438812" w14:textId="77777777" w:rsidR="00C053B3" w:rsidRDefault="00C05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335DF23D" w:rsidR="009C2650" w:rsidRPr="000754EC" w:rsidRDefault="0079408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2D9059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81982" w:rsidRPr="00381982">
      <w:t>AMP</w:t>
    </w:r>
    <w:r w:rsidR="008B061E">
      <w:t>QU</w:t>
    </w:r>
    <w:r w:rsidR="00381982" w:rsidRPr="00381982">
      <w:t>A4</w:t>
    </w:r>
    <w:r w:rsidR="008B061E">
      <w:t xml:space="preserve">X8 </w:t>
    </w:r>
    <w:r w:rsidR="00381982" w:rsidRPr="00381982">
      <w:t xml:space="preserve">Contribute to </w:t>
    </w:r>
    <w:r w:rsidR="00B369E6">
      <w:t>meat processing premises</w:t>
    </w:r>
    <w:r w:rsidR="00B369E6" w:rsidRPr="00381982">
      <w:t xml:space="preserve"> </w:t>
    </w:r>
    <w:r w:rsidR="00381982" w:rsidRPr="00381982">
      <w:t>design and construction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611B6"/>
    <w:multiLevelType w:val="multilevel"/>
    <w:tmpl w:val="4044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3C31AC"/>
    <w:multiLevelType w:val="multilevel"/>
    <w:tmpl w:val="BD1A2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6B48FF"/>
    <w:multiLevelType w:val="multilevel"/>
    <w:tmpl w:val="63A08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8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43A"/>
    <w:rsid w:val="000275AE"/>
    <w:rsid w:val="00041E59"/>
    <w:rsid w:val="00046368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230"/>
    <w:rsid w:val="000E25E6"/>
    <w:rsid w:val="000E2C86"/>
    <w:rsid w:val="000F29F2"/>
    <w:rsid w:val="000F762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486"/>
    <w:rsid w:val="00350BB1"/>
    <w:rsid w:val="00352C83"/>
    <w:rsid w:val="00366805"/>
    <w:rsid w:val="0037067D"/>
    <w:rsid w:val="00373436"/>
    <w:rsid w:val="00381982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1B6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2DC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082"/>
    <w:rsid w:val="007A300D"/>
    <w:rsid w:val="007B7E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263"/>
    <w:rsid w:val="00834BC8"/>
    <w:rsid w:val="00837FD6"/>
    <w:rsid w:val="00847B60"/>
    <w:rsid w:val="00850243"/>
    <w:rsid w:val="00851BE5"/>
    <w:rsid w:val="008545EB"/>
    <w:rsid w:val="00865011"/>
    <w:rsid w:val="008771A9"/>
    <w:rsid w:val="00886790"/>
    <w:rsid w:val="008908DE"/>
    <w:rsid w:val="008A12ED"/>
    <w:rsid w:val="008A39D3"/>
    <w:rsid w:val="008B061E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6A6"/>
    <w:rsid w:val="009278C9"/>
    <w:rsid w:val="00932CD7"/>
    <w:rsid w:val="00944C09"/>
    <w:rsid w:val="009527CB"/>
    <w:rsid w:val="00953835"/>
    <w:rsid w:val="00960F6C"/>
    <w:rsid w:val="00970747"/>
    <w:rsid w:val="00987D68"/>
    <w:rsid w:val="00997BFC"/>
    <w:rsid w:val="009A5900"/>
    <w:rsid w:val="009A6E6C"/>
    <w:rsid w:val="009A6F3F"/>
    <w:rsid w:val="009B331A"/>
    <w:rsid w:val="009C2650"/>
    <w:rsid w:val="009D15E2"/>
    <w:rsid w:val="009D15FE"/>
    <w:rsid w:val="009D42EA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539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C83"/>
    <w:rsid w:val="00AF3957"/>
    <w:rsid w:val="00B0712C"/>
    <w:rsid w:val="00B12013"/>
    <w:rsid w:val="00B22C67"/>
    <w:rsid w:val="00B3508F"/>
    <w:rsid w:val="00B369E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611C"/>
    <w:rsid w:val="00BC5075"/>
    <w:rsid w:val="00BC5419"/>
    <w:rsid w:val="00BD3B0F"/>
    <w:rsid w:val="00BD4D16"/>
    <w:rsid w:val="00BE5889"/>
    <w:rsid w:val="00BF1D4C"/>
    <w:rsid w:val="00BF3F0A"/>
    <w:rsid w:val="00C04238"/>
    <w:rsid w:val="00C053B3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59C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CC8"/>
    <w:rsid w:val="00FB74A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B74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45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3c625ec5-f4fe-4e46-a051-7a1a1cbc9aa7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D7632B-C295-4D77-906E-006C33C4E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70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20</cp:revision>
  <cp:lastPrinted>2016-05-27T05:21:00Z</cp:lastPrinted>
  <dcterms:created xsi:type="dcterms:W3CDTF">2021-09-02T01:24:00Z</dcterms:created>
  <dcterms:modified xsi:type="dcterms:W3CDTF">2022-02-15T01:07:00Z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